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6B373D" w:rsidRDefault="00DB70BA" w:rsidP="00DB70BA">
      <w:pPr>
        <w:pStyle w:val="a7"/>
        <w:jc w:val="center"/>
      </w:pPr>
      <w:r w:rsidRPr="006B373D">
        <w:t>Перечень рекомендуемых мероприятий по улучшению условий труда</w:t>
      </w:r>
    </w:p>
    <w:p w:rsidR="00B3448B" w:rsidRPr="006B373D" w:rsidRDefault="00B3448B" w:rsidP="00B3448B"/>
    <w:p w:rsidR="00B3448B" w:rsidRPr="006B373D" w:rsidRDefault="00B3448B" w:rsidP="00B3448B">
      <w:r w:rsidRPr="006B373D">
        <w:t>Наименование организации:</w:t>
      </w:r>
      <w:r w:rsidRPr="006B373D">
        <w:rPr>
          <w:rStyle w:val="a9"/>
        </w:rPr>
        <w:t xml:space="preserve"> </w:t>
      </w:r>
      <w:r w:rsidRPr="006B373D">
        <w:rPr>
          <w:rStyle w:val="a9"/>
        </w:rPr>
        <w:fldChar w:fldCharType="begin"/>
      </w:r>
      <w:r w:rsidRPr="006B373D">
        <w:rPr>
          <w:rStyle w:val="a9"/>
        </w:rPr>
        <w:instrText xml:space="preserve"> DOCVARIABLE </w:instrText>
      </w:r>
      <w:r w:rsidR="00483A6A" w:rsidRPr="006B373D">
        <w:rPr>
          <w:rStyle w:val="a9"/>
        </w:rPr>
        <w:instrText>ceh_info</w:instrText>
      </w:r>
      <w:r w:rsidRPr="006B373D">
        <w:rPr>
          <w:rStyle w:val="a9"/>
        </w:rPr>
        <w:instrText xml:space="preserve"> \* MERGEFORMAT </w:instrText>
      </w:r>
      <w:r w:rsidRPr="006B373D">
        <w:rPr>
          <w:rStyle w:val="a9"/>
        </w:rPr>
        <w:fldChar w:fldCharType="separate"/>
      </w:r>
      <w:r w:rsidR="001E0712" w:rsidRPr="001E0712">
        <w:rPr>
          <w:rStyle w:val="a9"/>
        </w:rPr>
        <w:t xml:space="preserve"> Открытое акционерное общество «Орское карьероуправление» </w:t>
      </w:r>
      <w:r w:rsidRPr="006B373D">
        <w:rPr>
          <w:rStyle w:val="a9"/>
        </w:rPr>
        <w:fldChar w:fldCharType="end"/>
      </w:r>
      <w:r w:rsidRPr="006B373D">
        <w:rPr>
          <w:rStyle w:val="a9"/>
        </w:rPr>
        <w:t> </w:t>
      </w:r>
    </w:p>
    <w:p w:rsidR="00DB70BA" w:rsidRPr="006B373D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6B373D" w:rsidTr="008B4051">
        <w:trPr>
          <w:jc w:val="center"/>
        </w:trPr>
        <w:tc>
          <w:tcPr>
            <w:tcW w:w="3049" w:type="dxa"/>
            <w:vAlign w:val="center"/>
          </w:tcPr>
          <w:p w:rsidR="00DB70BA" w:rsidRPr="006B373D" w:rsidRDefault="00DB70BA" w:rsidP="00DB70BA">
            <w:pPr>
              <w:pStyle w:val="aa"/>
            </w:pPr>
            <w:bookmarkStart w:id="0" w:name="main_table"/>
            <w:bookmarkEnd w:id="0"/>
            <w:r w:rsidRPr="006B373D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6B373D" w:rsidRDefault="00DB70BA" w:rsidP="00DB70BA">
            <w:pPr>
              <w:pStyle w:val="aa"/>
            </w:pPr>
            <w:r w:rsidRPr="006B373D">
              <w:t>Наименование мероприятия</w:t>
            </w:r>
            <w:r w:rsidR="006B373D">
              <w:t>*</w:t>
            </w:r>
          </w:p>
        </w:tc>
        <w:tc>
          <w:tcPr>
            <w:tcW w:w="2835" w:type="dxa"/>
            <w:vAlign w:val="center"/>
          </w:tcPr>
          <w:p w:rsidR="00DB70BA" w:rsidRPr="006B373D" w:rsidRDefault="00DB70BA" w:rsidP="00DB70BA">
            <w:pPr>
              <w:pStyle w:val="aa"/>
            </w:pPr>
            <w:r w:rsidRPr="006B373D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6B373D" w:rsidRDefault="008B4051" w:rsidP="00DB70BA">
            <w:pPr>
              <w:pStyle w:val="aa"/>
            </w:pPr>
            <w:r w:rsidRPr="006B373D">
              <w:t>Срок</w:t>
            </w:r>
            <w:r w:rsidRPr="006B373D">
              <w:br/>
            </w:r>
            <w:r w:rsidR="00DB70BA" w:rsidRPr="006B373D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6B373D" w:rsidRDefault="00DB70BA" w:rsidP="00DB70BA">
            <w:pPr>
              <w:pStyle w:val="aa"/>
            </w:pPr>
            <w:r w:rsidRPr="006B373D">
              <w:t>Структурные подразделения, пр</w:t>
            </w:r>
            <w:r w:rsidRPr="006B373D">
              <w:t>и</w:t>
            </w:r>
            <w:r w:rsidRPr="006B373D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6B373D" w:rsidRDefault="00DB70BA" w:rsidP="00DB70BA">
            <w:pPr>
              <w:pStyle w:val="aa"/>
            </w:pPr>
            <w:r w:rsidRPr="006B373D">
              <w:t>Отметка о выполнении</w:t>
            </w:r>
          </w:p>
        </w:tc>
      </w:tr>
      <w:tr w:rsidR="00DB70BA" w:rsidRPr="006B373D" w:rsidTr="008B4051">
        <w:trPr>
          <w:jc w:val="center"/>
        </w:trPr>
        <w:tc>
          <w:tcPr>
            <w:tcW w:w="3049" w:type="dxa"/>
            <w:vAlign w:val="center"/>
          </w:tcPr>
          <w:p w:rsidR="00DB70BA" w:rsidRPr="006B373D" w:rsidRDefault="00DB70BA" w:rsidP="00DB70BA">
            <w:pPr>
              <w:pStyle w:val="aa"/>
            </w:pPr>
            <w:r w:rsidRPr="006B373D">
              <w:t>1</w:t>
            </w:r>
          </w:p>
        </w:tc>
        <w:tc>
          <w:tcPr>
            <w:tcW w:w="3686" w:type="dxa"/>
            <w:vAlign w:val="center"/>
          </w:tcPr>
          <w:p w:rsidR="00DB70BA" w:rsidRPr="006B373D" w:rsidRDefault="00DB70BA" w:rsidP="00DB70BA">
            <w:pPr>
              <w:pStyle w:val="aa"/>
            </w:pPr>
            <w:r w:rsidRPr="006B373D">
              <w:t>2</w:t>
            </w:r>
          </w:p>
        </w:tc>
        <w:tc>
          <w:tcPr>
            <w:tcW w:w="2835" w:type="dxa"/>
            <w:vAlign w:val="center"/>
          </w:tcPr>
          <w:p w:rsidR="00DB70BA" w:rsidRPr="006B373D" w:rsidRDefault="00DB70BA" w:rsidP="00DB70BA">
            <w:pPr>
              <w:pStyle w:val="aa"/>
            </w:pPr>
            <w:r w:rsidRPr="006B373D">
              <w:t>3</w:t>
            </w:r>
          </w:p>
        </w:tc>
        <w:tc>
          <w:tcPr>
            <w:tcW w:w="1384" w:type="dxa"/>
            <w:vAlign w:val="center"/>
          </w:tcPr>
          <w:p w:rsidR="00DB70BA" w:rsidRPr="006B373D" w:rsidRDefault="00DB70BA" w:rsidP="00DB70BA">
            <w:pPr>
              <w:pStyle w:val="aa"/>
            </w:pPr>
            <w:r w:rsidRPr="006B373D">
              <w:t>4</w:t>
            </w:r>
          </w:p>
        </w:tc>
        <w:tc>
          <w:tcPr>
            <w:tcW w:w="3294" w:type="dxa"/>
            <w:vAlign w:val="center"/>
          </w:tcPr>
          <w:p w:rsidR="00DB70BA" w:rsidRPr="006B373D" w:rsidRDefault="00DB70BA" w:rsidP="00DB70BA">
            <w:pPr>
              <w:pStyle w:val="aa"/>
            </w:pPr>
            <w:r w:rsidRPr="006B373D">
              <w:t>5</w:t>
            </w:r>
          </w:p>
        </w:tc>
        <w:tc>
          <w:tcPr>
            <w:tcW w:w="1315" w:type="dxa"/>
            <w:vAlign w:val="center"/>
          </w:tcPr>
          <w:p w:rsidR="00DB70BA" w:rsidRPr="006B373D" w:rsidRDefault="00DB70BA" w:rsidP="00DB70BA">
            <w:pPr>
              <w:pStyle w:val="aa"/>
            </w:pPr>
            <w:r w:rsidRPr="006B373D">
              <w:t>6</w:t>
            </w: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rPr>
                <w:b/>
                <w:i/>
              </w:rPr>
            </w:pPr>
            <w:bookmarkStart w:id="1" w:name="_GoBack"/>
            <w:bookmarkEnd w:id="1"/>
            <w:r>
              <w:rPr>
                <w:b/>
                <w:i/>
              </w:rPr>
              <w:t>Лаборатория</w:t>
            </w:r>
          </w:p>
        </w:tc>
        <w:tc>
          <w:tcPr>
            <w:tcW w:w="3686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17. Контролер продукции об</w:t>
            </w:r>
            <w:r>
              <w:t>о</w:t>
            </w:r>
            <w:r>
              <w:t>гащения</w:t>
            </w:r>
          </w:p>
        </w:tc>
        <w:tc>
          <w:tcPr>
            <w:tcW w:w="3686" w:type="dxa"/>
            <w:vAlign w:val="center"/>
          </w:tcPr>
          <w:p w:rsidR="001E0712" w:rsidRPr="006B373D" w:rsidRDefault="001E0712" w:rsidP="00DB70BA">
            <w:pPr>
              <w:pStyle w:val="aa"/>
            </w:pPr>
            <w:r>
              <w:t>Для снижения шумовой нагрузки на работающего дополнительно выдавать средства индивидуальной защиты орг</w:t>
            </w:r>
            <w:r>
              <w:t>а</w:t>
            </w:r>
            <w:r>
              <w:t>нов слуха в соответствии с ГОСТ 12.4.275-2014, использовать дополн</w:t>
            </w:r>
            <w:r>
              <w:t>и</w:t>
            </w:r>
            <w:r>
              <w:t>тельные средства шумоизоляции. с</w:t>
            </w:r>
            <w:r>
              <w:t>о</w:t>
            </w:r>
            <w:r>
              <w:t>блюдать периодичность медицинских осмотров. Организовать рациональные режимы труда и отдыха. Необходимо соблюдать правила и условия эксплу</w:t>
            </w:r>
            <w:r>
              <w:t>а</w:t>
            </w:r>
            <w:r>
              <w:t>тации машин, своевременно проводить плановый и профилактический ремонт машин.</w:t>
            </w:r>
          </w:p>
        </w:tc>
        <w:tc>
          <w:tcPr>
            <w:tcW w:w="2835" w:type="dxa"/>
            <w:vAlign w:val="center"/>
          </w:tcPr>
          <w:p w:rsidR="001E0712" w:rsidRPr="006B373D" w:rsidRDefault="001E0712" w:rsidP="00DB70BA">
            <w:pPr>
              <w:pStyle w:val="aa"/>
            </w:pPr>
            <w:r>
              <w:t xml:space="preserve">Снижение шумовой нагрузки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18. Контролер продукции об</w:t>
            </w:r>
            <w:r>
              <w:t>о</w:t>
            </w:r>
            <w:r>
              <w:t>гащения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Для снижения шумовой нагрузки на работающего дополнительно выдавать средства индивидуальной защиты орг</w:t>
            </w:r>
            <w:r>
              <w:t>а</w:t>
            </w:r>
            <w:r>
              <w:t>нов слуха в соответствии с ГОСТ 12.4.275-2014, использовать дополн</w:t>
            </w:r>
            <w:r>
              <w:t>и</w:t>
            </w:r>
            <w:r>
              <w:t>тельные средства шумоизоляции. с</w:t>
            </w:r>
            <w:r>
              <w:t>о</w:t>
            </w:r>
            <w:r>
              <w:t>блюдать периодичность медицинских осмотров. Организовать рациональные режимы труда и отдыха. Необходимо соблюдать правила и условия эксплу</w:t>
            </w:r>
            <w:r>
              <w:t>а</w:t>
            </w:r>
            <w:r>
              <w:t>тации машин, своевременно проводить плановый и профилактический ремонт машин.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 xml:space="preserve">Снижение шумовой нагрузки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Автотранспортный цех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47. Машинист автогрейдера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Для снижения шумовой нагрузки на работающего дополнительно выдавать средства индивидуальной защиты орг</w:t>
            </w:r>
            <w:r>
              <w:t>а</w:t>
            </w:r>
            <w:r>
              <w:t>нов слуха в соответствии с ГОСТ 12.4.275-2014, использовать дополн</w:t>
            </w:r>
            <w:r>
              <w:t>и</w:t>
            </w:r>
            <w:r>
              <w:t>тельные средства шумоизоляции. с</w:t>
            </w:r>
            <w:r>
              <w:t>о</w:t>
            </w:r>
            <w:r>
              <w:lastRenderedPageBreak/>
              <w:t>блюдать периодичность медицинских осмотров. Организовать рациональные режимы труда и отдыха. Необходимо соблюдать правила и условия эксплу</w:t>
            </w:r>
            <w:r>
              <w:t>а</w:t>
            </w:r>
            <w:r>
              <w:t>тации машин, своевременно проводить плановый и профилактический ремонт машин.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lastRenderedPageBreak/>
              <w:t xml:space="preserve">Снижение шумовой нагрузки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lastRenderedPageBreak/>
              <w:t>56. Тракторист (К-700, № 17)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Для снижения шумовой нагрузки на работающего дополнительно выдавать средства индивидуальной защиты орг</w:t>
            </w:r>
            <w:r>
              <w:t>а</w:t>
            </w:r>
            <w:r>
              <w:t>нов слуха в соответствии с ГОСТ 12.4.275-2014, использовать дополн</w:t>
            </w:r>
            <w:r>
              <w:t>и</w:t>
            </w:r>
            <w:r>
              <w:t>тельные средства шумоизоляции. с</w:t>
            </w:r>
            <w:r>
              <w:t>о</w:t>
            </w:r>
            <w:r>
              <w:t>блюдать периодичность медицинских осмотров. Организовать рациональные режимы труда и отдыха. Необходимо соблюдать правила и условия эксплу</w:t>
            </w:r>
            <w:r>
              <w:t>а</w:t>
            </w:r>
            <w:r>
              <w:t>тации машин, своевременно проводить плановый и профилактический ремонт машин.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 xml:space="preserve">Снижение шумовой нагрузки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57. Тракторист (К-700, № 15)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Для снижения шумовой нагрузки на работающего дополнительно выдавать средства индивидуальной защиты орг</w:t>
            </w:r>
            <w:r>
              <w:t>а</w:t>
            </w:r>
            <w:r>
              <w:t>нов слуха в соответствии с ГОСТ 12.4.275-2014, использовать дополн</w:t>
            </w:r>
            <w:r>
              <w:t>и</w:t>
            </w:r>
            <w:r>
              <w:t>тельные средства шумоизоляции. с</w:t>
            </w:r>
            <w:r>
              <w:t>о</w:t>
            </w:r>
            <w:r>
              <w:t>блюдать периодичность медицинских осмотров. Организовать рациональные режимы труда и отдыха. Необходимо соблюдать правила и условия эксплу</w:t>
            </w:r>
            <w:r>
              <w:t>а</w:t>
            </w:r>
            <w:r>
              <w:t>тации машин, своевременно проводить плановый и профилактический ремонт машин.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 xml:space="preserve">Снижение шумовой нагрузки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72. Электрогазосварщик (зан</w:t>
            </w:r>
            <w:r>
              <w:t>я</w:t>
            </w:r>
            <w:r>
              <w:t>тый на резке и ручной сварке)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Учитывая вредные условия труда нео</w:t>
            </w:r>
            <w:r>
              <w:t>б</w:t>
            </w:r>
            <w:r>
              <w:t>ходимо организовать контроль за выд</w:t>
            </w:r>
            <w:r>
              <w:t>а</w:t>
            </w:r>
            <w:r>
              <w:t>чей работникам СИЗ в полном объёме и в установленные сроки, за правильн</w:t>
            </w:r>
            <w:r>
              <w:t>о</w:t>
            </w:r>
            <w:r>
              <w:t>стью применения работниками средств индивидуальной защиты органов дых</w:t>
            </w:r>
            <w:r>
              <w:t>а</w:t>
            </w:r>
            <w:r>
              <w:t>ния. Соблюдать режим труда и отдыха, а также организовать выдачу специал</w:t>
            </w:r>
            <w:r>
              <w:t>ь</w:t>
            </w:r>
            <w:r>
              <w:t>ного питания (молока).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химического фактора.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lastRenderedPageBreak/>
              <w:t>73. Электрогазосварщик (зан</w:t>
            </w:r>
            <w:r>
              <w:t>я</w:t>
            </w:r>
            <w:r>
              <w:t>тый на резке и ручной сварке)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Учитывая вредные условия труда нео</w:t>
            </w:r>
            <w:r>
              <w:t>б</w:t>
            </w:r>
            <w:r>
              <w:t>ходимо организовать контроль за выд</w:t>
            </w:r>
            <w:r>
              <w:t>а</w:t>
            </w:r>
            <w:r>
              <w:t>чей работникам СИЗ в полном объёме и в установленные сроки, за правильн</w:t>
            </w:r>
            <w:r>
              <w:t>о</w:t>
            </w:r>
            <w:r>
              <w:t>стью применения работниками средств индивидуальной защиты органов дых</w:t>
            </w:r>
            <w:r>
              <w:t>а</w:t>
            </w:r>
            <w:r>
              <w:t>ния. Соблюдать режим труда и отдыха, а также организовать выдачу специал</w:t>
            </w:r>
            <w:r>
              <w:t>ь</w:t>
            </w:r>
            <w:r>
              <w:t>ного питания (молока).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химического фактора.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Ремонтно-механический цех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123. Кузнец ручной ковки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Для снижения шумовой нагрузки на работающего дополнительно выдавать средства индивидуальной защиты орг</w:t>
            </w:r>
            <w:r>
              <w:t>а</w:t>
            </w:r>
            <w:r>
              <w:t>нов слуха в соответствии с ГОСТ 12.4.275-2014, использовать дополн</w:t>
            </w:r>
            <w:r>
              <w:t>и</w:t>
            </w:r>
            <w:r>
              <w:t>тельные средства шумоизоляции. с</w:t>
            </w:r>
            <w:r>
              <w:t>о</w:t>
            </w:r>
            <w:r>
              <w:t>блюдать периодичность медицинских осмотров. Организовать рациональные режимы труда и отдыха. Необходимо соблюдать правила и условия эксплу</w:t>
            </w:r>
            <w:r>
              <w:t>а</w:t>
            </w:r>
            <w:r>
              <w:t>тации машин, своевременно проводить плановый и профилактический ремонт машин.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 xml:space="preserve">Снижение шумовой нагрузки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124. Электрогазосварщик (зан</w:t>
            </w:r>
            <w:r>
              <w:t>я</w:t>
            </w:r>
            <w:r>
              <w:t>тый на резке и ручной сварке)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Учитывая вредные условия труда нео</w:t>
            </w:r>
            <w:r>
              <w:t>б</w:t>
            </w:r>
            <w:r>
              <w:t>ходимо организовать контроль за выд</w:t>
            </w:r>
            <w:r>
              <w:t>а</w:t>
            </w:r>
            <w:r>
              <w:t>чей работникам СИЗ в полном объёме и в установленные сроки, за правильн</w:t>
            </w:r>
            <w:r>
              <w:t>о</w:t>
            </w:r>
            <w:r>
              <w:t>стью применения работниками средств индивидуальной защиты органов дых</w:t>
            </w:r>
            <w:r>
              <w:t>а</w:t>
            </w:r>
            <w:r>
              <w:t>ния. Соблюдать режим труда и отдыха, а также организовать выдачу специал</w:t>
            </w:r>
            <w:r>
              <w:t>ь</w:t>
            </w:r>
            <w:r>
              <w:t>ного питания (молока).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химического фактора.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125. Электрогазосварщик (зан</w:t>
            </w:r>
            <w:r>
              <w:t>я</w:t>
            </w:r>
            <w:r>
              <w:t>тый на резке и ручной сварке)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Учитывая вредные условия труда нео</w:t>
            </w:r>
            <w:r>
              <w:t>б</w:t>
            </w:r>
            <w:r>
              <w:t>ходимо организовать контроль за выд</w:t>
            </w:r>
            <w:r>
              <w:t>а</w:t>
            </w:r>
            <w:r>
              <w:t>чей работникам СИЗ в полном объёме и в установленные сроки, за правильн</w:t>
            </w:r>
            <w:r>
              <w:t>о</w:t>
            </w:r>
            <w:r>
              <w:t>стью применения работниками средств индивидуальной защиты органов дых</w:t>
            </w:r>
            <w:r>
              <w:t>а</w:t>
            </w:r>
            <w:r>
              <w:t>ния. Соблюдать режим труда и отдыха, а также организовать выдачу специал</w:t>
            </w:r>
            <w:r>
              <w:t>ь</w:t>
            </w:r>
            <w:r>
              <w:t>ного питания (молока).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химического фактора.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Железнодорожный цех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lastRenderedPageBreak/>
              <w:t>130. Машинист тепловоза (ТЭМ2, № 3345)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Для снижения шумовой нагрузки на работающего дополнительно выдавать средства индивидуальной защиты орг</w:t>
            </w:r>
            <w:r>
              <w:t>а</w:t>
            </w:r>
            <w:r>
              <w:t>нов слуха в соответствии с ГОСТ 12.4.275-2014, использовать дополн</w:t>
            </w:r>
            <w:r>
              <w:t>и</w:t>
            </w:r>
            <w:r>
              <w:t>тельные средства шумоизоляции. с</w:t>
            </w:r>
            <w:r>
              <w:t>о</w:t>
            </w:r>
            <w:r>
              <w:t>блюдать периодичность медицинских осмотров. Организовать рациональные режимы труда и отдыха. Необходимо соблюдать правила и условия эксплу</w:t>
            </w:r>
            <w:r>
              <w:t>а</w:t>
            </w:r>
            <w:r>
              <w:t>тации машин, своевременно проводить плановый и профилактический ремонт машин.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 xml:space="preserve">Снижение шумовой нагрузки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131. Машинист тепловоза (ТЭМ2, № 8130)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Для снижения шумовой нагрузки на работающего дополнительно выдавать средства индивидуальной защиты орг</w:t>
            </w:r>
            <w:r>
              <w:t>а</w:t>
            </w:r>
            <w:r>
              <w:t>нов слуха в соответствии с ГОСТ 12.4.275-2014, использовать дополн</w:t>
            </w:r>
            <w:r>
              <w:t>и</w:t>
            </w:r>
            <w:r>
              <w:t>тельные средства шумоизоляции. с</w:t>
            </w:r>
            <w:r>
              <w:t>о</w:t>
            </w:r>
            <w:r>
              <w:t>блюдать периодичность медицинских осмотров. Организовать рациональные режимы труда и отдыха. Необходимо соблюдать правила и условия эксплу</w:t>
            </w:r>
            <w:r>
              <w:t>а</w:t>
            </w:r>
            <w:r>
              <w:t>тации машин, своевременно проводить плановый и профилактический ремонт машин.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 xml:space="preserve">Снижение шумовой нагрузки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132. Машинист тепловоза (ТЭМ2, № 2522)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Для снижения шумовой нагрузки на работающего дополнительно выдавать средства индивидуальной защиты орг</w:t>
            </w:r>
            <w:r>
              <w:t>а</w:t>
            </w:r>
            <w:r>
              <w:t>нов слуха в соответствии с ГОСТ 12.4.275-2014, использовать дополн</w:t>
            </w:r>
            <w:r>
              <w:t>и</w:t>
            </w:r>
            <w:r>
              <w:t>тельные средства шумоизоляции. с</w:t>
            </w:r>
            <w:r>
              <w:t>о</w:t>
            </w:r>
            <w:r>
              <w:t>блюдать периодичность медицинских осмотров. Организовать рациональные режимы труда и отдыха. Необходимо соблюдать правила и условия эксплу</w:t>
            </w:r>
            <w:r>
              <w:t>а</w:t>
            </w:r>
            <w:r>
              <w:t>тации машин, своевременно проводить плановый и профилактический ремонт машин.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 xml:space="preserve">Снижение шумовой нагрузки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133. Машинист тепловоза (ТЭМ2, №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Для снижения шумовой нагрузки на работающего дополнительно выдавать средства индивидуальной защиты орг</w:t>
            </w:r>
            <w:r>
              <w:t>а</w:t>
            </w:r>
            <w:r>
              <w:lastRenderedPageBreak/>
              <w:t>нов слуха в соответствии с ГОСТ 12.4.275-2014, использовать дополн</w:t>
            </w:r>
            <w:r>
              <w:t>и</w:t>
            </w:r>
            <w:r>
              <w:t>тельные средства шумоизоляции. с</w:t>
            </w:r>
            <w:r>
              <w:t>о</w:t>
            </w:r>
            <w:r>
              <w:t>блюдать периодичность медицинских осмотров. Организовать рациональные режимы труда и отдыха. Необходимо соблюдать правила и условия эксплу</w:t>
            </w:r>
            <w:r>
              <w:t>а</w:t>
            </w:r>
            <w:r>
              <w:t>тации машин, своевременно проводить плановый и профилактический ремонт машин.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lastRenderedPageBreak/>
              <w:t xml:space="preserve">Снижение шумовой нагрузки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lastRenderedPageBreak/>
              <w:t>134. Машинист тепловоза (ТЭМ2У, № 8209)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Для снижения шумовой нагрузки на работающего дополнительно выдавать средства индивидуальной защиты орг</w:t>
            </w:r>
            <w:r>
              <w:t>а</w:t>
            </w:r>
            <w:r>
              <w:t>нов слуха в соответствии с ГОСТ 12.4.275-2014, использовать дополн</w:t>
            </w:r>
            <w:r>
              <w:t>и</w:t>
            </w:r>
            <w:r>
              <w:t>тельные средства шумоизоляции. с</w:t>
            </w:r>
            <w:r>
              <w:t>о</w:t>
            </w:r>
            <w:r>
              <w:t>блюдать периодичность медицинских осмотров. Организовать рациональные режимы труда и отдыха. Необходимо соблюдать правила и условия эксплу</w:t>
            </w:r>
            <w:r>
              <w:t>а</w:t>
            </w:r>
            <w:r>
              <w:t>тации машин, своевременно проводить плановый и профилактический ремонт машин.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 xml:space="preserve">Снижение шумовой нагрузки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135. Помощник машиниста те</w:t>
            </w:r>
            <w:r>
              <w:t>п</w:t>
            </w:r>
            <w:r>
              <w:t>ловоза (ТЭМ2, № 3345)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Для снижения шумовой нагрузки на работающего дополнительно выдавать средства индивидуальной защиты орг</w:t>
            </w:r>
            <w:r>
              <w:t>а</w:t>
            </w:r>
            <w:r>
              <w:t>нов слуха в соответствии с ГОСТ 12.4.275-2014, использовать дополн</w:t>
            </w:r>
            <w:r>
              <w:t>и</w:t>
            </w:r>
            <w:r>
              <w:t>тельные средства шумоизоляции. с</w:t>
            </w:r>
            <w:r>
              <w:t>о</w:t>
            </w:r>
            <w:r>
              <w:t>блюдать периодичность медицинских осмотров. Организовать рациональные режимы труда и отдыха. Необходимо соблюдать правила и условия эксплу</w:t>
            </w:r>
            <w:r>
              <w:t>а</w:t>
            </w:r>
            <w:r>
              <w:t>тации машин, своевременно проводить плановый и профилактический ремонт машин.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 xml:space="preserve">Снижение шумовой нагрузки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136. Помощник машиниста те</w:t>
            </w:r>
            <w:r>
              <w:t>п</w:t>
            </w:r>
            <w:r>
              <w:t>ловоза (ТЭМ2, № 8130)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Для снижения шумовой нагрузки на работающего дополнительно выдавать средства индивидуальной защиты орг</w:t>
            </w:r>
            <w:r>
              <w:t>а</w:t>
            </w:r>
            <w:r>
              <w:t>нов слуха в соответствии с ГОСТ 12.4.275-2014, использовать дополн</w:t>
            </w:r>
            <w:r>
              <w:t>и</w:t>
            </w:r>
            <w:r>
              <w:t>тельные средства шумоизоляции. с</w:t>
            </w:r>
            <w:r>
              <w:t>о</w:t>
            </w:r>
            <w:r>
              <w:lastRenderedPageBreak/>
              <w:t>блюдать периодичность медицинских осмотров. Организовать рациональные режимы труда и отдыха. Необходимо соблюдать правила и условия эксплу</w:t>
            </w:r>
            <w:r>
              <w:t>а</w:t>
            </w:r>
            <w:r>
              <w:t>тации машин, своевременно проводить плановый и профилактический ремонт машин.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lastRenderedPageBreak/>
              <w:t xml:space="preserve">Снижение шумовой нагрузки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lastRenderedPageBreak/>
              <w:t>137. Помощник машиниста те</w:t>
            </w:r>
            <w:r>
              <w:t>п</w:t>
            </w:r>
            <w:r>
              <w:t>ловоза (ТЭМ2, № 2522)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Для снижения шумовой нагрузки на работающего дополнительно выдавать средства индивидуальной защиты орг</w:t>
            </w:r>
            <w:r>
              <w:t>а</w:t>
            </w:r>
            <w:r>
              <w:t>нов слуха в соответствии с ГОСТ 12.4.275-2014, использовать дополн</w:t>
            </w:r>
            <w:r>
              <w:t>и</w:t>
            </w:r>
            <w:r>
              <w:t>тельные средства шумоизоляции. с</w:t>
            </w:r>
            <w:r>
              <w:t>о</w:t>
            </w:r>
            <w:r>
              <w:t>блюдать периодичность медицинских осмотров. Организовать рациональные режимы труда и отдыха. Необходимо соблюдать правила и условия эксплу</w:t>
            </w:r>
            <w:r>
              <w:t>а</w:t>
            </w:r>
            <w:r>
              <w:t>тации машин, своевременно проводить плановый и профилактический ремонт машин.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 xml:space="preserve">Снижение шумовой нагрузки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138. Помощник машиниста те</w:t>
            </w:r>
            <w:r>
              <w:t>п</w:t>
            </w:r>
            <w:r>
              <w:t>ловоза (ТЭМ2, №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Для снижения шумовой нагрузки на работающего дополнительно выдавать средства индивидуальной защиты орг</w:t>
            </w:r>
            <w:r>
              <w:t>а</w:t>
            </w:r>
            <w:r>
              <w:t>нов слуха в соответствии с ГОСТ 12.4.275-2014, использовать дополн</w:t>
            </w:r>
            <w:r>
              <w:t>и</w:t>
            </w:r>
            <w:r>
              <w:t>тельные средства шумоизоляции. с</w:t>
            </w:r>
            <w:r>
              <w:t>о</w:t>
            </w:r>
            <w:r>
              <w:t>блюдать периодичность медицинских осмотров. Организовать рациональные режимы труда и отдыха. Необходимо соблюдать правила и условия эксплу</w:t>
            </w:r>
            <w:r>
              <w:t>а</w:t>
            </w:r>
            <w:r>
              <w:t>тации машин, своевременно проводить плановый и профилактический ремонт машин.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 xml:space="preserve">Снижение шумовой нагрузки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139. Помощник машиниста те</w:t>
            </w:r>
            <w:r>
              <w:t>п</w:t>
            </w:r>
            <w:r>
              <w:t>ловоза (ТЭМ2У, № 8209)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Для снижения шумовой нагрузки на работающего дополнительно выдавать средства индивидуальной защиты орг</w:t>
            </w:r>
            <w:r>
              <w:t>а</w:t>
            </w:r>
            <w:r>
              <w:t>нов слуха в соответствии с ГОСТ 12.4.275-2014, использовать дополн</w:t>
            </w:r>
            <w:r>
              <w:t>и</w:t>
            </w:r>
            <w:r>
              <w:t>тельные средства шумоизоляции. с</w:t>
            </w:r>
            <w:r>
              <w:t>о</w:t>
            </w:r>
            <w:r>
              <w:t xml:space="preserve">блюдать периодичность медицинских осмотров. Организовать рациональные режимы труда и отдыха. Необходимо </w:t>
            </w:r>
            <w:r>
              <w:lastRenderedPageBreak/>
              <w:t>соблюдать правила и условия эксплу</w:t>
            </w:r>
            <w:r>
              <w:t>а</w:t>
            </w:r>
            <w:r>
              <w:t>тации машин, своевременно проводить плановый и профилактический ремонт машин.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lastRenderedPageBreak/>
              <w:t xml:space="preserve">Снижение шумовой нагрузки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lastRenderedPageBreak/>
              <w:t>140. Кузнец ручной ковки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Для снижения шумовой нагрузки на работающего дополнительно выдавать средства индивидуальной защиты орг</w:t>
            </w:r>
            <w:r>
              <w:t>а</w:t>
            </w:r>
            <w:r>
              <w:t>нов слуха в соответствии с ГОСТ 12.4.275-2014, использовать дополн</w:t>
            </w:r>
            <w:r>
              <w:t>и</w:t>
            </w:r>
            <w:r>
              <w:t>тельные средства шумоизоляции. с</w:t>
            </w:r>
            <w:r>
              <w:t>о</w:t>
            </w:r>
            <w:r>
              <w:t>блюдать периодичность медицинских осмотров. Организовать рациональные режимы труда и отдыха. Необходимо соблюдать правила и условия эксплу</w:t>
            </w:r>
            <w:r>
              <w:t>а</w:t>
            </w:r>
            <w:r>
              <w:t>тации машин, своевременно проводить плановый и профилактический ремонт машин.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 xml:space="preserve">Снижение шумовой нагрузки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141. Машинист крана (железн</w:t>
            </w:r>
            <w:r>
              <w:t>о</w:t>
            </w:r>
            <w:r>
              <w:t>дорожного-самоходного)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Для снижения шумовой нагрузки на работающего дополнительно выдавать средства индивидуальной защиты орг</w:t>
            </w:r>
            <w:r>
              <w:t>а</w:t>
            </w:r>
            <w:r>
              <w:t>нов слуха в соответствии с ГОСТ 12.4.275-2014, использовать дополн</w:t>
            </w:r>
            <w:r>
              <w:t>и</w:t>
            </w:r>
            <w:r>
              <w:t>тельные средства шумоизоляции. с</w:t>
            </w:r>
            <w:r>
              <w:t>о</w:t>
            </w:r>
            <w:r>
              <w:t>блюдать периодичность медицинских осмотров. Организовать рациональные режимы труда и отдыха. Необходимо соблюдать правила и условия эксплу</w:t>
            </w:r>
            <w:r>
              <w:t>а</w:t>
            </w:r>
            <w:r>
              <w:t>тации машин, своевременно проводить плановый и профилактический ремонт машин.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 xml:space="preserve">Снижение шумовой нагрузки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151. Электрогазосварщик (зан</w:t>
            </w:r>
            <w:r>
              <w:t>я</w:t>
            </w:r>
            <w:r>
              <w:t>тый на резке и ручной сварке)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Учитывая вредные условия труда нео</w:t>
            </w:r>
            <w:r>
              <w:t>б</w:t>
            </w:r>
            <w:r>
              <w:t>ходимо организовать контроль за выд</w:t>
            </w:r>
            <w:r>
              <w:t>а</w:t>
            </w:r>
            <w:r>
              <w:t>чей работникам СИЗ в полном объёме и в установленные сроки, за правильн</w:t>
            </w:r>
            <w:r>
              <w:t>о</w:t>
            </w:r>
            <w:r>
              <w:t>стью применения работниками средств индивидуальной защиты органов дых</w:t>
            </w:r>
            <w:r>
              <w:t>а</w:t>
            </w:r>
            <w:r>
              <w:t>ния. Соблюдать режим труда и отдыха, а также организовать выдачу специал</w:t>
            </w:r>
            <w:r>
              <w:t>ь</w:t>
            </w:r>
            <w:r>
              <w:t>ного питания (молока).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химического фактора.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152. Электрогазосварщик (зан</w:t>
            </w:r>
            <w:r>
              <w:t>я</w:t>
            </w:r>
            <w:r>
              <w:t>тый на резке и ручной сварке)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Учитывая вредные условия труда нео</w:t>
            </w:r>
            <w:r>
              <w:t>б</w:t>
            </w:r>
            <w:r>
              <w:t>ходимо организовать контроль за выд</w:t>
            </w:r>
            <w:r>
              <w:t>а</w:t>
            </w:r>
            <w:r>
              <w:t xml:space="preserve">чей работникам СИЗ в полном объёме и </w:t>
            </w:r>
            <w:r>
              <w:lastRenderedPageBreak/>
              <w:t>в установленные сроки, за правильн</w:t>
            </w:r>
            <w:r>
              <w:t>о</w:t>
            </w:r>
            <w:r>
              <w:t>стью применения работниками средств индивидуальной защиты органов дых</w:t>
            </w:r>
            <w:r>
              <w:t>а</w:t>
            </w:r>
            <w:r>
              <w:t>ния. Соблюдать режим труда и отдыха, а также организовать выдачу специал</w:t>
            </w:r>
            <w:r>
              <w:t>ь</w:t>
            </w:r>
            <w:r>
              <w:t>ного питания (молока).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lastRenderedPageBreak/>
              <w:t>Снижение вредного возде</w:t>
            </w:r>
            <w:r>
              <w:t>й</w:t>
            </w:r>
            <w:r>
              <w:t xml:space="preserve">ствия химического фактора.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lastRenderedPageBreak/>
              <w:t>153. Монтер пути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Вредные условия труда по фактору т</w:t>
            </w:r>
            <w:r>
              <w:t>я</w:t>
            </w:r>
            <w:r>
              <w:t>жести трудового процесса обусловлены спецификой трудового процесса, нео</w:t>
            </w:r>
            <w:r>
              <w:t>б</w:t>
            </w:r>
            <w:r>
              <w:t>ходимо соблюдение режимов труда и отдыха, соблюдение периодичности медицинских осмотров.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>ствия тяжести трудового пр</w:t>
            </w:r>
            <w:r>
              <w:t>о</w:t>
            </w:r>
            <w:r>
              <w:t>цесса. Снижение тяжести тр</w:t>
            </w:r>
            <w:r>
              <w:t>у</w:t>
            </w:r>
            <w:r>
              <w:t xml:space="preserve">дового процесса.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154. Монтер пути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Вредные условия труда по фактору т</w:t>
            </w:r>
            <w:r>
              <w:t>я</w:t>
            </w:r>
            <w:r>
              <w:t>жести трудового процесса обусловлены спецификой трудового процесса, нео</w:t>
            </w:r>
            <w:r>
              <w:t>б</w:t>
            </w:r>
            <w:r>
              <w:t>ходимо соблюдение режимов труда и отдыха, соблюдение периодичности медицинских осмотров.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>ствия тяжести трудового пр</w:t>
            </w:r>
            <w:r>
              <w:t>о</w:t>
            </w:r>
            <w:r>
              <w:t>цесса. Снижение тяжести тр</w:t>
            </w:r>
            <w:r>
              <w:t>у</w:t>
            </w:r>
            <w:r>
              <w:t xml:space="preserve">дового процесса.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155. Монтер пути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Вредные условия труда по фактору т</w:t>
            </w:r>
            <w:r>
              <w:t>я</w:t>
            </w:r>
            <w:r>
              <w:t>жести трудового процесса обусловлены спецификой трудового процесса, нео</w:t>
            </w:r>
            <w:r>
              <w:t>б</w:t>
            </w:r>
            <w:r>
              <w:t>ходимо соблюдение режимов труда и отдыха, соблюдение периодичности медицинских осмотров.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>ствия тяжести трудового пр</w:t>
            </w:r>
            <w:r>
              <w:t>о</w:t>
            </w:r>
            <w:r>
              <w:t>цесса. Снижение тяжести тр</w:t>
            </w:r>
            <w:r>
              <w:t>у</w:t>
            </w:r>
            <w:r>
              <w:t xml:space="preserve">дового процесса.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156. Монтер пути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Вредные условия труда по фактору т</w:t>
            </w:r>
            <w:r>
              <w:t>я</w:t>
            </w:r>
            <w:r>
              <w:t>жести трудового процесса обусловлены спецификой трудового процесса, нео</w:t>
            </w:r>
            <w:r>
              <w:t>б</w:t>
            </w:r>
            <w:r>
              <w:t>ходимо соблюдение режимов труда и отдыха, соблюдение периодичности медицинских осмотров.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>ствия тяжести трудового пр</w:t>
            </w:r>
            <w:r>
              <w:t>о</w:t>
            </w:r>
            <w:r>
              <w:t>цесса. Снижение тяжести тр</w:t>
            </w:r>
            <w:r>
              <w:t>у</w:t>
            </w:r>
            <w:r>
              <w:t xml:space="preserve">дового процесса.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157. Монтер пути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Вредные условия труда по фактору т</w:t>
            </w:r>
            <w:r>
              <w:t>я</w:t>
            </w:r>
            <w:r>
              <w:t>жести трудового процесса обусловлены спецификой трудового процесса, нео</w:t>
            </w:r>
            <w:r>
              <w:t>б</w:t>
            </w:r>
            <w:r>
              <w:t>ходимо соблюдение режимов труда и отдыха, соблюдение периодичности медицинских осмотров.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>ствия тяжести трудового пр</w:t>
            </w:r>
            <w:r>
              <w:t>о</w:t>
            </w:r>
            <w:r>
              <w:t>цесса. Снижение тяжести тр</w:t>
            </w:r>
            <w:r>
              <w:t>у</w:t>
            </w:r>
            <w:r>
              <w:t xml:space="preserve">дового процесса.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158. Монтер пути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Вредные условия труда по фактору т</w:t>
            </w:r>
            <w:r>
              <w:t>я</w:t>
            </w:r>
            <w:r>
              <w:lastRenderedPageBreak/>
              <w:t>жести трудового процесса обусловлены спецификой трудового процесса, нео</w:t>
            </w:r>
            <w:r>
              <w:t>б</w:t>
            </w:r>
            <w:r>
              <w:t>ходимо соблюдение режимов труда и отдыха, соблюдение периодичности медицинских осмотров.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lastRenderedPageBreak/>
              <w:t>Снижение вредного возде</w:t>
            </w:r>
            <w:r>
              <w:t>й</w:t>
            </w:r>
            <w:r>
              <w:lastRenderedPageBreak/>
              <w:t>ствия тяжести трудового пр</w:t>
            </w:r>
            <w:r>
              <w:t>о</w:t>
            </w:r>
            <w:r>
              <w:t>цесса. Снижение тяжести тр</w:t>
            </w:r>
            <w:r>
              <w:t>у</w:t>
            </w:r>
            <w:r>
              <w:t xml:space="preserve">дового процесса.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lastRenderedPageBreak/>
              <w:t>159. Монтер пути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Вредные условия труда по фактору т</w:t>
            </w:r>
            <w:r>
              <w:t>я</w:t>
            </w:r>
            <w:r>
              <w:t>жести трудового процесса обусловлены спецификой трудового процесса, нео</w:t>
            </w:r>
            <w:r>
              <w:t>б</w:t>
            </w:r>
            <w:r>
              <w:t>ходимо соблюдение режимов труда и отдыха, соблюдение периодичности медицинских осмотров.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>ствия тяжести трудового пр</w:t>
            </w:r>
            <w:r>
              <w:t>о</w:t>
            </w:r>
            <w:r>
              <w:t>цесса. Снижение тяжести тр</w:t>
            </w:r>
            <w:r>
              <w:t>у</w:t>
            </w:r>
            <w:r>
              <w:t xml:space="preserve">дового процесса.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160. Монтер пути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Вредные условия труда по фактору т</w:t>
            </w:r>
            <w:r>
              <w:t>я</w:t>
            </w:r>
            <w:r>
              <w:t>жести трудового процесса обусловлены спецификой трудового процесса, нео</w:t>
            </w:r>
            <w:r>
              <w:t>б</w:t>
            </w:r>
            <w:r>
              <w:t>ходимо соблюдение режимов труда и отдыха, соблюдение периодичности медицинских осмотров.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>ствия тяжести трудового пр</w:t>
            </w:r>
            <w:r>
              <w:t>о</w:t>
            </w:r>
            <w:r>
              <w:t>цесса. Снижение тяжести тр</w:t>
            </w:r>
            <w:r>
              <w:t>у</w:t>
            </w:r>
            <w:r>
              <w:t xml:space="preserve">дового процесса.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161. Монтер пути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Вредные условия труда по фактору т</w:t>
            </w:r>
            <w:r>
              <w:t>я</w:t>
            </w:r>
            <w:r>
              <w:t>жести трудового процесса обусловлены спецификой трудового процесса, нео</w:t>
            </w:r>
            <w:r>
              <w:t>б</w:t>
            </w:r>
            <w:r>
              <w:t>ходимо соблюдение режимов труда и отдыха, соблюдение периодичности медицинских осмотров.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>ствия тяжести трудового пр</w:t>
            </w:r>
            <w:r>
              <w:t>о</w:t>
            </w:r>
            <w:r>
              <w:t>цесса. Снижение тяжести тр</w:t>
            </w:r>
            <w:r>
              <w:t>у</w:t>
            </w:r>
            <w:r>
              <w:t xml:space="preserve">дового процесса.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162. Монтер пути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Вредные условия труда по фактору т</w:t>
            </w:r>
            <w:r>
              <w:t>я</w:t>
            </w:r>
            <w:r>
              <w:t>жести трудового процесса обусловлены спецификой трудового процесса, нео</w:t>
            </w:r>
            <w:r>
              <w:t>б</w:t>
            </w:r>
            <w:r>
              <w:t>ходимо соблюдение режимов труда и отдыха, соблюдение периодичности медицинских осмотров.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>ствия тяжести трудового пр</w:t>
            </w:r>
            <w:r>
              <w:t>о</w:t>
            </w:r>
            <w:r>
              <w:t>цесса. Снижение тяжести тр</w:t>
            </w:r>
            <w:r>
              <w:t>у</w:t>
            </w:r>
            <w:r>
              <w:t xml:space="preserve">дового процесса.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Цех </w:t>
            </w:r>
            <w:proofErr w:type="spellStart"/>
            <w:r>
              <w:rPr>
                <w:b/>
                <w:i/>
              </w:rPr>
              <w:t>тепловодоснабжения</w:t>
            </w:r>
            <w:proofErr w:type="spellEnd"/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168. Электрогазосварщик (зан</w:t>
            </w:r>
            <w:r>
              <w:t>я</w:t>
            </w:r>
            <w:r>
              <w:t>тый на резке и ручной сварке)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Учитывая вредные условия труда нео</w:t>
            </w:r>
            <w:r>
              <w:t>б</w:t>
            </w:r>
            <w:r>
              <w:t>ходимо организовать контроль за выд</w:t>
            </w:r>
            <w:r>
              <w:t>а</w:t>
            </w:r>
            <w:r>
              <w:t>чей работникам СИЗ в полном объёме и в установленные сроки, за правильн</w:t>
            </w:r>
            <w:r>
              <w:t>о</w:t>
            </w:r>
            <w:r>
              <w:t>стью применения работниками средств индивидуальной защиты органов дых</w:t>
            </w:r>
            <w:r>
              <w:t>а</w:t>
            </w:r>
            <w:r>
              <w:t xml:space="preserve">ния. Соблюдать режим труда и отдыха, </w:t>
            </w:r>
            <w:r>
              <w:lastRenderedPageBreak/>
              <w:t>а также организовать выдачу специал</w:t>
            </w:r>
            <w:r>
              <w:t>ь</w:t>
            </w:r>
            <w:r>
              <w:t>ного питания (молока).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lastRenderedPageBreak/>
              <w:t>Снижение вредного возде</w:t>
            </w:r>
            <w:r>
              <w:t>й</w:t>
            </w:r>
            <w:r>
              <w:t xml:space="preserve">ствия химического фактора.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lastRenderedPageBreak/>
              <w:t>169. Электрогазосварщик (зан</w:t>
            </w:r>
            <w:r>
              <w:t>я</w:t>
            </w:r>
            <w:r>
              <w:t>тый на резке и ручной сварке)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Учитывая вредные условия труда нео</w:t>
            </w:r>
            <w:r>
              <w:t>б</w:t>
            </w:r>
            <w:r>
              <w:t>ходимо организовать контроль за выд</w:t>
            </w:r>
            <w:r>
              <w:t>а</w:t>
            </w:r>
            <w:r>
              <w:t>чей работникам СИЗ в полном объёме и в установленные сроки, за правильн</w:t>
            </w:r>
            <w:r>
              <w:t>о</w:t>
            </w:r>
            <w:r>
              <w:t>стью применения работниками средств индивидуальной защиты органов дых</w:t>
            </w:r>
            <w:r>
              <w:t>а</w:t>
            </w:r>
            <w:r>
              <w:t>ния. Соблюдать режим труда и отдыха, а также организовать выдачу специал</w:t>
            </w:r>
            <w:r>
              <w:t>ь</w:t>
            </w:r>
            <w:r>
              <w:t>ного питания (молока).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химического фактора.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Карьер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  <w:tr w:rsidR="001E0712" w:rsidRPr="006B373D" w:rsidTr="008B4051">
        <w:trPr>
          <w:jc w:val="center"/>
        </w:trPr>
        <w:tc>
          <w:tcPr>
            <w:tcW w:w="3049" w:type="dxa"/>
            <w:vAlign w:val="center"/>
          </w:tcPr>
          <w:p w:rsidR="001E0712" w:rsidRPr="001E0712" w:rsidRDefault="001E0712" w:rsidP="001E0712">
            <w:pPr>
              <w:pStyle w:val="aa"/>
              <w:jc w:val="left"/>
            </w:pPr>
            <w:r>
              <w:t>175. Машинист экскаватора</w:t>
            </w:r>
          </w:p>
        </w:tc>
        <w:tc>
          <w:tcPr>
            <w:tcW w:w="3686" w:type="dxa"/>
            <w:vAlign w:val="center"/>
          </w:tcPr>
          <w:p w:rsidR="001E0712" w:rsidRDefault="001E0712" w:rsidP="00DB70BA">
            <w:pPr>
              <w:pStyle w:val="aa"/>
            </w:pPr>
            <w:r>
              <w:t>Для снижения шумовой нагрузки на работающего дополнительно выдавать средства индивидуальной защиты орг</w:t>
            </w:r>
            <w:r>
              <w:t>а</w:t>
            </w:r>
            <w:r>
              <w:t>нов слуха в соответствии с ГОСТ 12.4.275-2014, использовать дополн</w:t>
            </w:r>
            <w:r>
              <w:t>и</w:t>
            </w:r>
            <w:r>
              <w:t>тельные средства шумоизоляции. с</w:t>
            </w:r>
            <w:r>
              <w:t>о</w:t>
            </w:r>
            <w:r>
              <w:t>блюдать периодичность медицинских осмотров. Организовать рациональные режимы труда и отдыха. Необходимо соблюдать правила и условия эксплу</w:t>
            </w:r>
            <w:r>
              <w:t>а</w:t>
            </w:r>
            <w:r>
              <w:t>тации машин, своевременно проводить плановый и профилактический ремонт машин.</w:t>
            </w:r>
          </w:p>
        </w:tc>
        <w:tc>
          <w:tcPr>
            <w:tcW w:w="2835" w:type="dxa"/>
            <w:vAlign w:val="center"/>
          </w:tcPr>
          <w:p w:rsidR="001E0712" w:rsidRDefault="001E0712" w:rsidP="00DB70BA">
            <w:pPr>
              <w:pStyle w:val="aa"/>
            </w:pPr>
            <w:r>
              <w:t xml:space="preserve">Снижение шумовой нагрузки </w:t>
            </w:r>
          </w:p>
        </w:tc>
        <w:tc>
          <w:tcPr>
            <w:tcW w:w="138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0712" w:rsidRPr="006B373D" w:rsidRDefault="001E0712" w:rsidP="00DB70BA">
            <w:pPr>
              <w:pStyle w:val="aa"/>
            </w:pPr>
          </w:p>
        </w:tc>
      </w:tr>
    </w:tbl>
    <w:p w:rsidR="001B06AD" w:rsidRPr="006B373D" w:rsidRDefault="001B06AD" w:rsidP="001B06AD"/>
    <w:sectPr w:rsidR="001B06AD" w:rsidRPr="006B373D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7A9" w:rsidRDefault="00CE37A9" w:rsidP="001E0712">
      <w:r>
        <w:separator/>
      </w:r>
    </w:p>
  </w:endnote>
  <w:endnote w:type="continuationSeparator" w:id="0">
    <w:p w:rsidR="00CE37A9" w:rsidRDefault="00CE37A9" w:rsidP="001E0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712" w:rsidRDefault="001E071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712" w:rsidRDefault="001E0712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712" w:rsidRDefault="001E071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7A9" w:rsidRDefault="00CE37A9" w:rsidP="001E0712">
      <w:r>
        <w:separator/>
      </w:r>
    </w:p>
  </w:footnote>
  <w:footnote w:type="continuationSeparator" w:id="0">
    <w:p w:rsidR="00CE37A9" w:rsidRDefault="00CE37A9" w:rsidP="001E0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712" w:rsidRDefault="001E071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712" w:rsidRDefault="001E0712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712" w:rsidRDefault="001E071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Открытое акционерное общество «Орское карьероуправление» "/>
    <w:docVar w:name="fill_date" w:val="       "/>
    <w:docVar w:name="org_name" w:val="     "/>
    <w:docVar w:name="pers_guids" w:val="E70834E3C0834AA1B81ED73E6D7D43ED@126-908-358 79"/>
    <w:docVar w:name="pers_snils" w:val="E70834E3C0834AA1B81ED73E6D7D43ED@126-908-358 79"/>
    <w:docVar w:name="rbtd_name" w:val="Открытое акционерное общество «Орское карьероуправление»"/>
    <w:docVar w:name="sv_docs" w:val="1"/>
  </w:docVars>
  <w:rsids>
    <w:rsidRoot w:val="001E0712"/>
    <w:rsid w:val="0002033E"/>
    <w:rsid w:val="00056BFC"/>
    <w:rsid w:val="0007776A"/>
    <w:rsid w:val="00093D2E"/>
    <w:rsid w:val="000C5130"/>
    <w:rsid w:val="00196135"/>
    <w:rsid w:val="001A7AC3"/>
    <w:rsid w:val="001B06AD"/>
    <w:rsid w:val="001E0712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B373D"/>
    <w:rsid w:val="006E662C"/>
    <w:rsid w:val="00725C51"/>
    <w:rsid w:val="00820552"/>
    <w:rsid w:val="00881BF5"/>
    <w:rsid w:val="008B4051"/>
    <w:rsid w:val="008C0968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CE37A9"/>
    <w:rsid w:val="00D11966"/>
    <w:rsid w:val="00DB70BA"/>
    <w:rsid w:val="00DC0F74"/>
    <w:rsid w:val="00DD6622"/>
    <w:rsid w:val="00E25119"/>
    <w:rsid w:val="00E27351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1E071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1E0712"/>
    <w:rPr>
      <w:sz w:val="24"/>
    </w:rPr>
  </w:style>
  <w:style w:type="paragraph" w:styleId="ad">
    <w:name w:val="footer"/>
    <w:basedOn w:val="a"/>
    <w:link w:val="ae"/>
    <w:rsid w:val="001E071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1E0712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1E071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1E0712"/>
    <w:rPr>
      <w:sz w:val="24"/>
    </w:rPr>
  </w:style>
  <w:style w:type="paragraph" w:styleId="ad">
    <w:name w:val="footer"/>
    <w:basedOn w:val="a"/>
    <w:link w:val="ae"/>
    <w:rsid w:val="001E071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1E071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4</TotalTime>
  <Pages>10</Pages>
  <Words>2512</Words>
  <Characters>14323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16802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Иван Шансков</dc:creator>
  <cp:lastModifiedBy>Сергей Тарасов</cp:lastModifiedBy>
  <cp:revision>1</cp:revision>
  <dcterms:created xsi:type="dcterms:W3CDTF">2018-06-24T21:03:00Z</dcterms:created>
  <dcterms:modified xsi:type="dcterms:W3CDTF">2020-10-15T10:10:00Z</dcterms:modified>
</cp:coreProperties>
</file>